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6E684F" w14:textId="77777777" w:rsidR="00E2430F" w:rsidRDefault="00263CC4" w:rsidP="003813AA">
      <w:pPr>
        <w:rPr>
          <w:b/>
          <w:sz w:val="22"/>
          <w:szCs w:val="22"/>
        </w:rPr>
      </w:pPr>
      <w:r w:rsidRPr="0092594D">
        <w:rPr>
          <w:b/>
          <w:sz w:val="22"/>
          <w:szCs w:val="22"/>
        </w:rPr>
        <w:t>KAZALO VSEBINE NAČRTA</w:t>
      </w:r>
      <w:r w:rsidR="006909E4">
        <w:rPr>
          <w:b/>
          <w:sz w:val="22"/>
          <w:szCs w:val="22"/>
        </w:rPr>
        <w:t xml:space="preserve"> PZI </w:t>
      </w:r>
      <w:r w:rsidR="001C3E18" w:rsidRPr="0092594D">
        <w:rPr>
          <w:b/>
          <w:sz w:val="22"/>
          <w:szCs w:val="22"/>
        </w:rPr>
        <w:t xml:space="preserve"> št. </w:t>
      </w:r>
      <w:r w:rsidR="00F834B6" w:rsidRPr="0092594D">
        <w:rPr>
          <w:b/>
          <w:sz w:val="22"/>
          <w:szCs w:val="22"/>
        </w:rPr>
        <w:t>7</w:t>
      </w:r>
      <w:r w:rsidR="006909E4">
        <w:rPr>
          <w:b/>
          <w:sz w:val="22"/>
          <w:szCs w:val="22"/>
        </w:rPr>
        <w:t>2</w:t>
      </w:r>
      <w:r w:rsidR="001C3E18" w:rsidRPr="0092594D">
        <w:rPr>
          <w:b/>
          <w:sz w:val="22"/>
          <w:szCs w:val="22"/>
        </w:rPr>
        <w:t>/1</w:t>
      </w:r>
      <w:r w:rsidR="00F834B6" w:rsidRPr="0092594D">
        <w:rPr>
          <w:b/>
          <w:sz w:val="22"/>
          <w:szCs w:val="22"/>
        </w:rPr>
        <w:t>7</w:t>
      </w:r>
    </w:p>
    <w:p w14:paraId="03A44750" w14:textId="77777777" w:rsidR="0092594D" w:rsidRPr="0092594D" w:rsidRDefault="0092594D" w:rsidP="003813AA">
      <w:pPr>
        <w:rPr>
          <w:b/>
          <w:sz w:val="22"/>
          <w:szCs w:val="22"/>
        </w:rPr>
      </w:pPr>
    </w:p>
    <w:p w14:paraId="50508CC6" w14:textId="77777777" w:rsidR="00263CC4" w:rsidRPr="00D04CF4" w:rsidRDefault="00263CC4" w:rsidP="003813AA">
      <w:pPr>
        <w:rPr>
          <w:b/>
          <w:color w:val="FF0000"/>
          <w:sz w:val="22"/>
          <w:szCs w:val="22"/>
        </w:rPr>
      </w:pPr>
    </w:p>
    <w:p w14:paraId="3D355C8F" w14:textId="77777777" w:rsidR="0023471F" w:rsidRPr="00054358" w:rsidRDefault="00227A56" w:rsidP="003813AA">
      <w:pPr>
        <w:ind w:left="360"/>
        <w:rPr>
          <w:sz w:val="22"/>
          <w:szCs w:val="22"/>
        </w:rPr>
      </w:pPr>
      <w:r w:rsidRPr="00054358">
        <w:rPr>
          <w:sz w:val="22"/>
          <w:szCs w:val="22"/>
        </w:rPr>
        <w:t>.</w:t>
      </w:r>
      <w:r w:rsidR="0023471F" w:rsidRPr="00054358">
        <w:rPr>
          <w:sz w:val="22"/>
          <w:szCs w:val="22"/>
        </w:rPr>
        <w:t xml:space="preserve">1 </w:t>
      </w:r>
      <w:r w:rsidR="000C285E">
        <w:rPr>
          <w:sz w:val="22"/>
          <w:szCs w:val="22"/>
        </w:rPr>
        <w:t>Priloga 1</w:t>
      </w:r>
      <w:r w:rsidR="006909E4">
        <w:rPr>
          <w:sz w:val="22"/>
          <w:szCs w:val="22"/>
        </w:rPr>
        <w:t>B</w:t>
      </w:r>
    </w:p>
    <w:p w14:paraId="432C9F42" w14:textId="77777777" w:rsidR="0023471F" w:rsidRPr="00054358" w:rsidRDefault="00227A56" w:rsidP="003813AA">
      <w:pPr>
        <w:ind w:left="360"/>
        <w:rPr>
          <w:sz w:val="22"/>
          <w:szCs w:val="22"/>
        </w:rPr>
      </w:pPr>
      <w:r w:rsidRPr="00054358">
        <w:rPr>
          <w:sz w:val="22"/>
          <w:szCs w:val="22"/>
        </w:rPr>
        <w:t>.</w:t>
      </w:r>
      <w:r w:rsidR="0023471F" w:rsidRPr="00054358">
        <w:rPr>
          <w:sz w:val="22"/>
          <w:szCs w:val="22"/>
        </w:rPr>
        <w:t>2 Kazalo vsebine načrta</w:t>
      </w:r>
    </w:p>
    <w:p w14:paraId="21E6817E" w14:textId="41230433" w:rsidR="0023471F" w:rsidRDefault="00227A56" w:rsidP="003813AA">
      <w:pPr>
        <w:ind w:left="360"/>
        <w:rPr>
          <w:sz w:val="22"/>
          <w:szCs w:val="22"/>
        </w:rPr>
      </w:pPr>
      <w:r w:rsidRPr="00054358">
        <w:rPr>
          <w:sz w:val="22"/>
          <w:szCs w:val="22"/>
        </w:rPr>
        <w:t>.</w:t>
      </w:r>
      <w:r w:rsidR="0092594D" w:rsidRPr="00054358">
        <w:rPr>
          <w:sz w:val="22"/>
          <w:szCs w:val="22"/>
        </w:rPr>
        <w:t>3</w:t>
      </w:r>
      <w:r w:rsidR="0023471F" w:rsidRPr="00054358">
        <w:rPr>
          <w:sz w:val="22"/>
          <w:szCs w:val="22"/>
        </w:rPr>
        <w:t xml:space="preserve"> Tehnično poročilo</w:t>
      </w:r>
      <w:r w:rsidR="000C285E">
        <w:rPr>
          <w:sz w:val="22"/>
          <w:szCs w:val="22"/>
        </w:rPr>
        <w:t xml:space="preserve"> – inženirska konstrukcija</w:t>
      </w:r>
    </w:p>
    <w:p w14:paraId="7764F2AA" w14:textId="6B4C4CAC" w:rsidR="00EF1B52" w:rsidRDefault="00EF1B52" w:rsidP="003813AA">
      <w:pPr>
        <w:ind w:left="360"/>
        <w:rPr>
          <w:sz w:val="22"/>
          <w:szCs w:val="22"/>
        </w:rPr>
      </w:pPr>
      <w:r>
        <w:rPr>
          <w:sz w:val="22"/>
          <w:szCs w:val="22"/>
        </w:rPr>
        <w:t>.4 Popis del s projektantskim predračunom</w:t>
      </w:r>
    </w:p>
    <w:p w14:paraId="23028270" w14:textId="77777777" w:rsidR="0023471F" w:rsidRPr="00054358" w:rsidRDefault="0023471F" w:rsidP="003813AA">
      <w:pPr>
        <w:ind w:left="360"/>
        <w:rPr>
          <w:sz w:val="22"/>
          <w:szCs w:val="22"/>
        </w:rPr>
      </w:pPr>
      <w:r w:rsidRPr="00054358">
        <w:rPr>
          <w:sz w:val="22"/>
          <w:szCs w:val="22"/>
        </w:rPr>
        <w:t xml:space="preserve">   </w:t>
      </w:r>
    </w:p>
    <w:p w14:paraId="3252B6FD" w14:textId="7F3D7BEC" w:rsidR="0023471F" w:rsidRPr="00054358" w:rsidRDefault="00263CC4" w:rsidP="003813AA">
      <w:pPr>
        <w:rPr>
          <w:b/>
          <w:sz w:val="22"/>
          <w:szCs w:val="22"/>
        </w:rPr>
      </w:pPr>
      <w:r w:rsidRPr="00054358">
        <w:rPr>
          <w:b/>
          <w:sz w:val="22"/>
          <w:szCs w:val="22"/>
        </w:rPr>
        <w:t xml:space="preserve">    </w:t>
      </w:r>
      <w:r w:rsidR="00316EAF">
        <w:rPr>
          <w:b/>
          <w:sz w:val="22"/>
          <w:szCs w:val="22"/>
        </w:rPr>
        <w:t xml:space="preserve">    </w:t>
      </w:r>
      <w:r w:rsidRPr="00054358">
        <w:rPr>
          <w:b/>
          <w:sz w:val="22"/>
          <w:szCs w:val="22"/>
        </w:rPr>
        <w:t xml:space="preserve"> </w:t>
      </w:r>
      <w:r w:rsidR="00227A56" w:rsidRPr="00054358">
        <w:rPr>
          <w:b/>
          <w:sz w:val="22"/>
          <w:szCs w:val="22"/>
        </w:rPr>
        <w:t>.</w:t>
      </w:r>
      <w:r w:rsidR="00EF1B52">
        <w:rPr>
          <w:b/>
          <w:sz w:val="22"/>
          <w:szCs w:val="22"/>
        </w:rPr>
        <w:t>5</w:t>
      </w:r>
      <w:r w:rsidR="00D85DBA" w:rsidRPr="00054358">
        <w:rPr>
          <w:b/>
          <w:sz w:val="22"/>
          <w:szCs w:val="22"/>
        </w:rPr>
        <w:t xml:space="preserve"> </w:t>
      </w:r>
      <w:r w:rsidR="00227A56" w:rsidRPr="00054358">
        <w:rPr>
          <w:b/>
          <w:sz w:val="22"/>
          <w:szCs w:val="22"/>
        </w:rPr>
        <w:t xml:space="preserve"> </w:t>
      </w:r>
      <w:r w:rsidR="0023471F" w:rsidRPr="00054358">
        <w:rPr>
          <w:b/>
          <w:sz w:val="22"/>
          <w:szCs w:val="22"/>
        </w:rPr>
        <w:t>RISBE</w:t>
      </w:r>
      <w:r w:rsidR="000C285E">
        <w:rPr>
          <w:b/>
          <w:sz w:val="22"/>
          <w:szCs w:val="22"/>
        </w:rPr>
        <w:t xml:space="preserve"> – inženirska konstrukcija</w:t>
      </w:r>
    </w:p>
    <w:p w14:paraId="2A42D982" w14:textId="77777777" w:rsidR="001C3E18" w:rsidRPr="00054358" w:rsidRDefault="001C3E18" w:rsidP="003813AA">
      <w:pPr>
        <w:rPr>
          <w:b/>
          <w:sz w:val="22"/>
          <w:szCs w:val="22"/>
        </w:rPr>
      </w:pPr>
    </w:p>
    <w:p w14:paraId="619F22A5" w14:textId="77777777" w:rsidR="0023471F" w:rsidRDefault="00263CC4" w:rsidP="00263CC4">
      <w:pPr>
        <w:ind w:left="360"/>
        <w:rPr>
          <w:sz w:val="22"/>
          <w:szCs w:val="22"/>
        </w:rPr>
      </w:pPr>
      <w:r w:rsidRPr="00581BEC">
        <w:rPr>
          <w:sz w:val="22"/>
          <w:szCs w:val="22"/>
        </w:rPr>
        <w:t xml:space="preserve">.1 </w:t>
      </w:r>
      <w:r w:rsidR="006909E4">
        <w:rPr>
          <w:sz w:val="22"/>
          <w:szCs w:val="22"/>
        </w:rPr>
        <w:t>Pregledna situacija</w:t>
      </w:r>
    </w:p>
    <w:p w14:paraId="31010CA7" w14:textId="77777777" w:rsidR="00760F1E" w:rsidRPr="00581BEC" w:rsidRDefault="00760F1E" w:rsidP="00760F1E">
      <w:pPr>
        <w:ind w:left="360"/>
        <w:rPr>
          <w:sz w:val="22"/>
          <w:szCs w:val="22"/>
        </w:rPr>
      </w:pPr>
      <w:r w:rsidRPr="00581BEC">
        <w:rPr>
          <w:sz w:val="22"/>
          <w:szCs w:val="22"/>
        </w:rPr>
        <w:t xml:space="preserve">.2 </w:t>
      </w:r>
      <w:r>
        <w:rPr>
          <w:sz w:val="22"/>
          <w:szCs w:val="22"/>
        </w:rPr>
        <w:t>Situacija obstoječega stanja</w:t>
      </w:r>
      <w:r w:rsidRPr="00581BEC">
        <w:rPr>
          <w:sz w:val="22"/>
          <w:szCs w:val="22"/>
        </w:rPr>
        <w:t xml:space="preserve">  </w:t>
      </w:r>
    </w:p>
    <w:p w14:paraId="104F2E0D" w14:textId="77777777" w:rsidR="00760F1E" w:rsidRPr="00581BEC" w:rsidRDefault="00760F1E" w:rsidP="006909E4">
      <w:pPr>
        <w:ind w:left="360"/>
        <w:rPr>
          <w:sz w:val="22"/>
          <w:szCs w:val="22"/>
        </w:rPr>
      </w:pPr>
      <w:r w:rsidRPr="00581BEC">
        <w:rPr>
          <w:sz w:val="22"/>
          <w:szCs w:val="22"/>
        </w:rPr>
        <w:t>.</w:t>
      </w:r>
      <w:r>
        <w:rPr>
          <w:sz w:val="22"/>
          <w:szCs w:val="22"/>
        </w:rPr>
        <w:t>3</w:t>
      </w:r>
      <w:r w:rsidRPr="00581BEC">
        <w:rPr>
          <w:sz w:val="22"/>
          <w:szCs w:val="22"/>
        </w:rPr>
        <w:t xml:space="preserve"> Gradbena situacija  </w:t>
      </w:r>
    </w:p>
    <w:p w14:paraId="48A651DC" w14:textId="77777777" w:rsidR="00DC28A6" w:rsidRDefault="00DC28A6" w:rsidP="00DC28A6">
      <w:pPr>
        <w:ind w:left="360"/>
        <w:rPr>
          <w:sz w:val="22"/>
          <w:szCs w:val="22"/>
        </w:rPr>
      </w:pPr>
      <w:r w:rsidRPr="00581BEC">
        <w:rPr>
          <w:sz w:val="22"/>
          <w:szCs w:val="22"/>
        </w:rPr>
        <w:t>.</w:t>
      </w:r>
      <w:r w:rsidR="006909E4">
        <w:rPr>
          <w:sz w:val="22"/>
          <w:szCs w:val="22"/>
        </w:rPr>
        <w:t>4</w:t>
      </w:r>
      <w:r w:rsidRPr="00581BEC">
        <w:rPr>
          <w:sz w:val="22"/>
          <w:szCs w:val="22"/>
        </w:rPr>
        <w:t xml:space="preserve"> Zbirna karta komunalnih naprav </w:t>
      </w:r>
    </w:p>
    <w:p w14:paraId="2F9F340C" w14:textId="77777777" w:rsidR="00316EAF" w:rsidRPr="00581BEC" w:rsidRDefault="00316EAF" w:rsidP="00316EAF">
      <w:pPr>
        <w:rPr>
          <w:sz w:val="22"/>
          <w:szCs w:val="22"/>
        </w:rPr>
      </w:pPr>
      <w:r w:rsidRPr="00581BEC">
        <w:rPr>
          <w:sz w:val="22"/>
          <w:szCs w:val="22"/>
        </w:rPr>
        <w:t xml:space="preserve">        .</w:t>
      </w:r>
      <w:r w:rsidR="006909E4">
        <w:rPr>
          <w:sz w:val="22"/>
          <w:szCs w:val="22"/>
        </w:rPr>
        <w:t>5</w:t>
      </w:r>
      <w:r w:rsidRPr="00581BEC">
        <w:rPr>
          <w:sz w:val="22"/>
          <w:szCs w:val="22"/>
        </w:rPr>
        <w:t xml:space="preserve"> Prečni prerezi ureditve list 1</w:t>
      </w:r>
    </w:p>
    <w:p w14:paraId="099C8302" w14:textId="77777777" w:rsidR="00316EAF" w:rsidRPr="00581BEC" w:rsidRDefault="00316EAF" w:rsidP="00316EAF">
      <w:pPr>
        <w:rPr>
          <w:sz w:val="22"/>
          <w:szCs w:val="22"/>
        </w:rPr>
      </w:pPr>
      <w:r w:rsidRPr="00581BEC">
        <w:rPr>
          <w:sz w:val="20"/>
          <w:szCs w:val="20"/>
        </w:rPr>
        <w:t xml:space="preserve">   </w:t>
      </w:r>
      <w:r w:rsidRPr="00581BEC">
        <w:rPr>
          <w:sz w:val="22"/>
          <w:szCs w:val="22"/>
        </w:rPr>
        <w:t xml:space="preserve">      .</w:t>
      </w:r>
      <w:r w:rsidR="006909E4">
        <w:rPr>
          <w:sz w:val="22"/>
          <w:szCs w:val="22"/>
        </w:rPr>
        <w:t>6</w:t>
      </w:r>
      <w:r w:rsidRPr="00581BEC">
        <w:rPr>
          <w:sz w:val="22"/>
          <w:szCs w:val="22"/>
        </w:rPr>
        <w:t xml:space="preserve"> Prečni prerezi ureditve list 2</w:t>
      </w:r>
    </w:p>
    <w:p w14:paraId="545AA49D" w14:textId="77777777" w:rsidR="00316EAF" w:rsidRPr="00581BEC" w:rsidRDefault="00316EAF" w:rsidP="00316EAF">
      <w:pPr>
        <w:rPr>
          <w:sz w:val="22"/>
          <w:szCs w:val="22"/>
        </w:rPr>
      </w:pPr>
      <w:r w:rsidRPr="00581BEC">
        <w:rPr>
          <w:sz w:val="20"/>
          <w:szCs w:val="20"/>
        </w:rPr>
        <w:t xml:space="preserve">   </w:t>
      </w:r>
      <w:r w:rsidRPr="00581BEC">
        <w:rPr>
          <w:sz w:val="22"/>
          <w:szCs w:val="22"/>
        </w:rPr>
        <w:t xml:space="preserve">      .</w:t>
      </w:r>
      <w:r w:rsidR="006909E4">
        <w:rPr>
          <w:sz w:val="22"/>
          <w:szCs w:val="22"/>
        </w:rPr>
        <w:t>7</w:t>
      </w:r>
      <w:r w:rsidRPr="00581BEC">
        <w:rPr>
          <w:sz w:val="22"/>
          <w:szCs w:val="22"/>
        </w:rPr>
        <w:t xml:space="preserve"> Karakteristični prerez</w:t>
      </w:r>
      <w:r w:rsidR="006909E4">
        <w:rPr>
          <w:sz w:val="22"/>
          <w:szCs w:val="22"/>
        </w:rPr>
        <w:t>i</w:t>
      </w:r>
      <w:r w:rsidRPr="00581BEC">
        <w:rPr>
          <w:sz w:val="22"/>
          <w:szCs w:val="22"/>
        </w:rPr>
        <w:t xml:space="preserve"> ureditve </w:t>
      </w:r>
    </w:p>
    <w:p w14:paraId="346A006A" w14:textId="77777777" w:rsidR="006909E4" w:rsidRPr="00581BEC" w:rsidRDefault="006909E4" w:rsidP="006909E4">
      <w:pPr>
        <w:ind w:left="360"/>
        <w:rPr>
          <w:sz w:val="22"/>
          <w:szCs w:val="22"/>
        </w:rPr>
      </w:pPr>
      <w:r>
        <w:rPr>
          <w:sz w:val="22"/>
          <w:szCs w:val="22"/>
        </w:rPr>
        <w:t>.8 Razviti profil zidu</w:t>
      </w:r>
    </w:p>
    <w:p w14:paraId="619EB321" w14:textId="77777777" w:rsidR="006909E4" w:rsidRDefault="006909E4" w:rsidP="006909E4">
      <w:pPr>
        <w:ind w:left="360"/>
        <w:rPr>
          <w:sz w:val="22"/>
          <w:szCs w:val="22"/>
        </w:rPr>
      </w:pPr>
      <w:r>
        <w:rPr>
          <w:sz w:val="22"/>
          <w:szCs w:val="22"/>
        </w:rPr>
        <w:t>.9 Armaturni načrt podpornega zidu</w:t>
      </w:r>
    </w:p>
    <w:p w14:paraId="204AE3EA" w14:textId="77777777" w:rsidR="0092594D" w:rsidRDefault="0092594D" w:rsidP="00263CC4">
      <w:pPr>
        <w:rPr>
          <w:sz w:val="20"/>
          <w:szCs w:val="20"/>
        </w:rPr>
      </w:pPr>
    </w:p>
    <w:p w14:paraId="74164333" w14:textId="77777777" w:rsidR="0092594D" w:rsidRDefault="0092594D" w:rsidP="00263CC4">
      <w:pPr>
        <w:rPr>
          <w:sz w:val="20"/>
          <w:szCs w:val="20"/>
        </w:rPr>
      </w:pPr>
    </w:p>
    <w:p w14:paraId="151CE867" w14:textId="77777777" w:rsidR="0092594D" w:rsidRDefault="0092594D" w:rsidP="00263CC4">
      <w:pPr>
        <w:rPr>
          <w:sz w:val="20"/>
          <w:szCs w:val="20"/>
        </w:rPr>
      </w:pPr>
    </w:p>
    <w:p w14:paraId="110C680D" w14:textId="77777777" w:rsidR="0092594D" w:rsidRDefault="0092594D" w:rsidP="00263CC4">
      <w:pPr>
        <w:rPr>
          <w:sz w:val="20"/>
          <w:szCs w:val="20"/>
        </w:rPr>
      </w:pPr>
    </w:p>
    <w:p w14:paraId="240069C8" w14:textId="77777777" w:rsidR="0092594D" w:rsidRDefault="0092594D" w:rsidP="00263CC4">
      <w:pPr>
        <w:rPr>
          <w:sz w:val="20"/>
          <w:szCs w:val="20"/>
        </w:rPr>
      </w:pPr>
    </w:p>
    <w:p w14:paraId="3EE6D3D4" w14:textId="77777777" w:rsidR="0092594D" w:rsidRDefault="0092594D" w:rsidP="00263CC4">
      <w:pPr>
        <w:rPr>
          <w:sz w:val="20"/>
          <w:szCs w:val="20"/>
        </w:rPr>
      </w:pPr>
    </w:p>
    <w:p w14:paraId="3859525E" w14:textId="77777777" w:rsidR="0092594D" w:rsidRDefault="0092594D" w:rsidP="00263CC4">
      <w:pPr>
        <w:rPr>
          <w:sz w:val="20"/>
          <w:szCs w:val="20"/>
        </w:rPr>
      </w:pPr>
    </w:p>
    <w:p w14:paraId="55B9BEA2" w14:textId="77777777" w:rsidR="0092594D" w:rsidRDefault="0092594D" w:rsidP="00263CC4">
      <w:pPr>
        <w:rPr>
          <w:sz w:val="20"/>
          <w:szCs w:val="20"/>
        </w:rPr>
      </w:pPr>
    </w:p>
    <w:p w14:paraId="51D32890" w14:textId="77777777" w:rsidR="0092594D" w:rsidRDefault="0092594D" w:rsidP="00263CC4">
      <w:pPr>
        <w:rPr>
          <w:sz w:val="20"/>
          <w:szCs w:val="20"/>
        </w:rPr>
      </w:pPr>
    </w:p>
    <w:p w14:paraId="2CC802BE" w14:textId="77777777" w:rsidR="0092594D" w:rsidRPr="005C13A4" w:rsidRDefault="0092594D" w:rsidP="00263CC4">
      <w:pPr>
        <w:rPr>
          <w:sz w:val="20"/>
          <w:szCs w:val="20"/>
        </w:rPr>
      </w:pPr>
    </w:p>
    <w:p w14:paraId="101DF21E" w14:textId="77777777" w:rsidR="00263CC4" w:rsidRPr="005C13A4" w:rsidRDefault="00263CC4" w:rsidP="00263CC4">
      <w:pPr>
        <w:rPr>
          <w:sz w:val="20"/>
          <w:szCs w:val="20"/>
        </w:rPr>
      </w:pPr>
    </w:p>
    <w:p w14:paraId="67DE1A20" w14:textId="77777777" w:rsidR="00263CC4" w:rsidRPr="005C13A4" w:rsidRDefault="00263CC4" w:rsidP="00263CC4">
      <w:pPr>
        <w:rPr>
          <w:sz w:val="20"/>
          <w:szCs w:val="20"/>
        </w:rPr>
      </w:pPr>
    </w:p>
    <w:p w14:paraId="4E9D246D" w14:textId="77777777" w:rsidR="00263CC4" w:rsidRPr="005C13A4" w:rsidRDefault="00263CC4" w:rsidP="00263CC4">
      <w:pPr>
        <w:rPr>
          <w:sz w:val="20"/>
          <w:szCs w:val="20"/>
        </w:rPr>
      </w:pPr>
    </w:p>
    <w:p w14:paraId="7D8B4B87" w14:textId="77777777" w:rsidR="00263CC4" w:rsidRPr="005C13A4" w:rsidRDefault="00263CC4" w:rsidP="00263CC4">
      <w:pPr>
        <w:rPr>
          <w:sz w:val="20"/>
          <w:szCs w:val="20"/>
        </w:rPr>
      </w:pPr>
    </w:p>
    <w:p w14:paraId="63DD6364" w14:textId="77777777" w:rsidR="00263CC4" w:rsidRPr="005C13A4" w:rsidRDefault="00263CC4" w:rsidP="00263CC4">
      <w:pPr>
        <w:rPr>
          <w:sz w:val="20"/>
          <w:szCs w:val="20"/>
        </w:rPr>
      </w:pPr>
    </w:p>
    <w:p w14:paraId="3F3ADC27" w14:textId="77777777" w:rsidR="00263CC4" w:rsidRPr="005C13A4" w:rsidRDefault="00263CC4" w:rsidP="00263CC4">
      <w:pPr>
        <w:rPr>
          <w:sz w:val="20"/>
          <w:szCs w:val="20"/>
        </w:rPr>
      </w:pPr>
    </w:p>
    <w:p w14:paraId="501CA26D" w14:textId="77777777" w:rsidR="00263CC4" w:rsidRPr="005C13A4" w:rsidRDefault="00263CC4" w:rsidP="00263CC4">
      <w:pPr>
        <w:rPr>
          <w:sz w:val="20"/>
          <w:szCs w:val="20"/>
        </w:rPr>
      </w:pPr>
    </w:p>
    <w:p w14:paraId="75901CC4" w14:textId="77777777" w:rsidR="00263CC4" w:rsidRPr="005C13A4" w:rsidRDefault="00263CC4" w:rsidP="00263CC4">
      <w:pPr>
        <w:rPr>
          <w:sz w:val="20"/>
          <w:szCs w:val="20"/>
        </w:rPr>
      </w:pPr>
    </w:p>
    <w:p w14:paraId="34AC7DFF" w14:textId="77777777" w:rsidR="00263CC4" w:rsidRDefault="00263CC4" w:rsidP="00263CC4">
      <w:pPr>
        <w:rPr>
          <w:sz w:val="20"/>
          <w:szCs w:val="20"/>
        </w:rPr>
      </w:pPr>
    </w:p>
    <w:p w14:paraId="586A5D9A" w14:textId="77777777" w:rsidR="0092594D" w:rsidRDefault="0092594D" w:rsidP="00263CC4">
      <w:pPr>
        <w:rPr>
          <w:sz w:val="20"/>
          <w:szCs w:val="20"/>
        </w:rPr>
      </w:pPr>
    </w:p>
    <w:p w14:paraId="0395BF1B" w14:textId="77777777" w:rsidR="0092594D" w:rsidRDefault="0092594D" w:rsidP="00263CC4">
      <w:pPr>
        <w:rPr>
          <w:sz w:val="20"/>
          <w:szCs w:val="20"/>
        </w:rPr>
      </w:pPr>
    </w:p>
    <w:p w14:paraId="22D12057" w14:textId="77777777" w:rsidR="0092594D" w:rsidRDefault="0092594D" w:rsidP="00263CC4">
      <w:pPr>
        <w:rPr>
          <w:sz w:val="20"/>
          <w:szCs w:val="20"/>
        </w:rPr>
      </w:pPr>
    </w:p>
    <w:p w14:paraId="4BD25F8E" w14:textId="77777777" w:rsidR="0092594D" w:rsidRDefault="0092594D" w:rsidP="00263CC4">
      <w:pPr>
        <w:rPr>
          <w:sz w:val="20"/>
          <w:szCs w:val="20"/>
        </w:rPr>
      </w:pPr>
    </w:p>
    <w:p w14:paraId="60A89C08" w14:textId="77777777" w:rsidR="00263CC4" w:rsidRDefault="00263CC4" w:rsidP="00263CC4">
      <w:pPr>
        <w:rPr>
          <w:sz w:val="20"/>
          <w:szCs w:val="20"/>
        </w:rPr>
      </w:pPr>
    </w:p>
    <w:p w14:paraId="3F76C9C1" w14:textId="77777777" w:rsidR="00611B8E" w:rsidRPr="005C13A4" w:rsidRDefault="00611B8E" w:rsidP="00263CC4">
      <w:pPr>
        <w:rPr>
          <w:sz w:val="20"/>
          <w:szCs w:val="20"/>
        </w:rPr>
      </w:pPr>
    </w:p>
    <w:sectPr w:rsidR="00611B8E" w:rsidRPr="005C13A4" w:rsidSect="00EF1E70">
      <w:headerReference w:type="default" r:id="rId7"/>
      <w:footerReference w:type="default" r:id="rId8"/>
      <w:pgSz w:w="11907" w:h="16840" w:code="9"/>
      <w:pgMar w:top="617" w:right="1134" w:bottom="63" w:left="1701" w:header="426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7095BE" w14:textId="77777777" w:rsidR="00581BEC" w:rsidRDefault="00581BEC">
      <w:r>
        <w:separator/>
      </w:r>
    </w:p>
  </w:endnote>
  <w:endnote w:type="continuationSeparator" w:id="0">
    <w:p w14:paraId="13A64F46" w14:textId="77777777" w:rsidR="00581BEC" w:rsidRDefault="00581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EFF636" w14:textId="77777777" w:rsidR="00581BEC" w:rsidRDefault="00581BEC" w:rsidP="009D0492">
    <w:pPr>
      <w:pStyle w:val="Noga"/>
      <w:pBdr>
        <w:top w:val="single" w:sz="6" w:space="1" w:color="auto"/>
      </w:pBdr>
      <w:tabs>
        <w:tab w:val="clear" w:pos="9406"/>
        <w:tab w:val="right" w:pos="9180"/>
      </w:tabs>
    </w:pPr>
    <w:r>
      <w:tab/>
    </w:r>
    <w:r>
      <w:tab/>
      <w:t xml:space="preserve">stran </w:t>
    </w:r>
    <w:r w:rsidRPr="009D0492">
      <w:rPr>
        <w:rStyle w:val="tevilkastrani"/>
        <w:b/>
      </w:rPr>
      <w:fldChar w:fldCharType="begin"/>
    </w:r>
    <w:r w:rsidRPr="009D0492">
      <w:rPr>
        <w:rStyle w:val="tevilkastrani"/>
        <w:b/>
      </w:rPr>
      <w:instrText xml:space="preserve"> PAGE </w:instrText>
    </w:r>
    <w:r w:rsidRPr="009D0492">
      <w:rPr>
        <w:rStyle w:val="tevilkastrani"/>
        <w:b/>
      </w:rPr>
      <w:fldChar w:fldCharType="separate"/>
    </w:r>
    <w:r w:rsidR="00611B8E">
      <w:rPr>
        <w:rStyle w:val="tevilkastrani"/>
        <w:b/>
        <w:noProof/>
      </w:rPr>
      <w:t>1</w:t>
    </w:r>
    <w:r w:rsidRPr="009D0492">
      <w:rPr>
        <w:rStyle w:val="tevilkastrani"/>
        <w:b/>
      </w:rPr>
      <w:fldChar w:fldCharType="end"/>
    </w:r>
    <w:r>
      <w:rPr>
        <w:rStyle w:val="tevilkastran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26CBB4" w14:textId="77777777" w:rsidR="00581BEC" w:rsidRDefault="00581BEC">
      <w:r>
        <w:separator/>
      </w:r>
    </w:p>
  </w:footnote>
  <w:footnote w:type="continuationSeparator" w:id="0">
    <w:p w14:paraId="79EC2D5B" w14:textId="77777777" w:rsidR="00581BEC" w:rsidRDefault="00581B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</w:tblBorders>
      <w:tblLook w:val="00A0" w:firstRow="1" w:lastRow="0" w:firstColumn="1" w:lastColumn="0" w:noHBand="0" w:noVBand="0"/>
    </w:tblPr>
    <w:tblGrid>
      <w:gridCol w:w="5354"/>
      <w:gridCol w:w="3708"/>
    </w:tblGrid>
    <w:tr w:rsidR="00581BEC" w14:paraId="57FACBCA" w14:textId="77777777" w:rsidTr="00B75A5D">
      <w:tc>
        <w:tcPr>
          <w:tcW w:w="5495" w:type="dxa"/>
          <w:vAlign w:val="center"/>
        </w:tcPr>
        <w:p w14:paraId="0BB140CD" w14:textId="77777777" w:rsidR="00581BEC" w:rsidRPr="00B75A5D" w:rsidRDefault="00581BEC" w:rsidP="00B75A5D">
          <w:pPr>
            <w:pStyle w:val="Glava"/>
            <w:tabs>
              <w:tab w:val="clear" w:pos="9406"/>
              <w:tab w:val="right" w:pos="9000"/>
            </w:tabs>
            <w:rPr>
              <w:sz w:val="20"/>
              <w:szCs w:val="20"/>
            </w:rPr>
          </w:pPr>
          <w:r w:rsidRPr="00B75A5D">
            <w:rPr>
              <w:b/>
              <w:sz w:val="20"/>
              <w:szCs w:val="20"/>
            </w:rPr>
            <w:t>ISAN 12, d.o.o.</w:t>
          </w:r>
          <w:r w:rsidRPr="00B75A5D">
            <w:rPr>
              <w:sz w:val="20"/>
              <w:szCs w:val="20"/>
            </w:rPr>
            <w:t xml:space="preserve">, podjetje za vzdrževanje in gradnjo objektov, </w:t>
          </w:r>
          <w:r>
            <w:rPr>
              <w:sz w:val="20"/>
              <w:szCs w:val="20"/>
            </w:rPr>
            <w:t>Ulica 15. maja 15, 6</w:t>
          </w:r>
          <w:r w:rsidRPr="00B75A5D">
            <w:rPr>
              <w:sz w:val="20"/>
              <w:szCs w:val="20"/>
            </w:rPr>
            <w:t>000 Koper</w:t>
          </w:r>
        </w:p>
        <w:p w14:paraId="2A0FA7C1" w14:textId="77777777" w:rsidR="00581BEC" w:rsidRPr="00B75A5D" w:rsidRDefault="00581BEC" w:rsidP="00EE60FC">
          <w:pPr>
            <w:pStyle w:val="Glava"/>
            <w:tabs>
              <w:tab w:val="clear" w:pos="9406"/>
              <w:tab w:val="right" w:pos="9000"/>
            </w:tabs>
            <w:rPr>
              <w:b/>
              <w:sz w:val="20"/>
              <w:szCs w:val="20"/>
            </w:rPr>
          </w:pPr>
          <w:r w:rsidRPr="00B75A5D">
            <w:rPr>
              <w:sz w:val="20"/>
              <w:szCs w:val="20"/>
            </w:rPr>
            <w:t xml:space="preserve">tel.: 05 6310 220, e-mail: </w:t>
          </w:r>
          <w:r>
            <w:rPr>
              <w:sz w:val="20"/>
              <w:szCs w:val="20"/>
            </w:rPr>
            <w:t>info</w:t>
          </w:r>
          <w:r w:rsidRPr="00B75A5D">
            <w:rPr>
              <w:sz w:val="20"/>
              <w:szCs w:val="20"/>
            </w:rPr>
            <w:t>@</w:t>
          </w:r>
          <w:r>
            <w:rPr>
              <w:sz w:val="20"/>
              <w:szCs w:val="20"/>
            </w:rPr>
            <w:t>isan12</w:t>
          </w:r>
          <w:r w:rsidRPr="00B75A5D">
            <w:rPr>
              <w:sz w:val="20"/>
              <w:szCs w:val="20"/>
            </w:rPr>
            <w:t>.</w:t>
          </w:r>
          <w:r>
            <w:rPr>
              <w:sz w:val="20"/>
              <w:szCs w:val="20"/>
            </w:rPr>
            <w:t>com</w:t>
          </w:r>
        </w:p>
      </w:tc>
      <w:tc>
        <w:tcPr>
          <w:tcW w:w="3717" w:type="dxa"/>
          <w:vAlign w:val="center"/>
        </w:tcPr>
        <w:p w14:paraId="35A36231" w14:textId="77777777" w:rsidR="00581BEC" w:rsidRPr="00B75A5D" w:rsidRDefault="00581BEC" w:rsidP="00B75A5D">
          <w:pPr>
            <w:pStyle w:val="Glava"/>
            <w:tabs>
              <w:tab w:val="clear" w:pos="9406"/>
              <w:tab w:val="right" w:pos="9000"/>
            </w:tabs>
            <w:jc w:val="center"/>
            <w:rPr>
              <w:b/>
              <w:sz w:val="20"/>
              <w:szCs w:val="20"/>
            </w:rPr>
          </w:pPr>
          <w:r>
            <w:rPr>
              <w:b/>
              <w:noProof/>
              <w:sz w:val="20"/>
              <w:szCs w:val="20"/>
              <w:lang w:eastAsia="sl-SI"/>
            </w:rPr>
            <w:drawing>
              <wp:inline distT="0" distB="0" distL="0" distR="0" wp14:anchorId="7B23AB91" wp14:editId="2279D7B5">
                <wp:extent cx="2028825" cy="542925"/>
                <wp:effectExtent l="19050" t="0" r="9525" b="0"/>
                <wp:docPr id="1" name="Picture 1" descr="logo_mal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mal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2882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B68E3FE" w14:textId="77777777" w:rsidR="00581BEC" w:rsidRDefault="00581BEC" w:rsidP="0016307C">
    <w:pPr>
      <w:pStyle w:val="Glava"/>
      <w:tabs>
        <w:tab w:val="clear" w:pos="9406"/>
        <w:tab w:val="right" w:pos="9000"/>
      </w:tabs>
      <w:rPr>
        <w:rFonts w:ascii="Arial" w:hAnsi="Arial" w:cs="Arial"/>
        <w:noProof/>
        <w:sz w:val="16"/>
        <w:szCs w:val="16"/>
        <w:lang w:eastAsia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42CEF"/>
    <w:multiLevelType w:val="multilevel"/>
    <w:tmpl w:val="FC6670B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6A11D0"/>
    <w:multiLevelType w:val="hybridMultilevel"/>
    <w:tmpl w:val="FC38B6D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AF05C7E"/>
    <w:multiLevelType w:val="multilevel"/>
    <w:tmpl w:val="ACBC2D80"/>
    <w:lvl w:ilvl="0">
      <w:start w:val="1"/>
      <w:numFmt w:val="decimal"/>
      <w:pStyle w:val="Naslov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Naslov2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pStyle w:val="Naslov3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0B5A1B8B"/>
    <w:multiLevelType w:val="hybridMultilevel"/>
    <w:tmpl w:val="0E8C67FC"/>
    <w:lvl w:ilvl="0" w:tplc="230E5C1C"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992F7A"/>
    <w:multiLevelType w:val="hybridMultilevel"/>
    <w:tmpl w:val="4C1C4588"/>
    <w:lvl w:ilvl="0" w:tplc="0424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Symbol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Symbol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5" w15:restartNumberingAfterBreak="0">
    <w:nsid w:val="143264F3"/>
    <w:multiLevelType w:val="hybridMultilevel"/>
    <w:tmpl w:val="3F40EDBA"/>
    <w:lvl w:ilvl="0" w:tplc="5C5A46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7D47765"/>
    <w:multiLevelType w:val="multilevel"/>
    <w:tmpl w:val="E90646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4D5610BC"/>
    <w:multiLevelType w:val="hybridMultilevel"/>
    <w:tmpl w:val="48E4ACB8"/>
    <w:lvl w:ilvl="0" w:tplc="7E82CC68"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567E43"/>
    <w:multiLevelType w:val="hybridMultilevel"/>
    <w:tmpl w:val="28B061A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2DC0694"/>
    <w:multiLevelType w:val="hybridMultilevel"/>
    <w:tmpl w:val="8A7C44F0"/>
    <w:lvl w:ilvl="0" w:tplc="FBE63F16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845450"/>
    <w:multiLevelType w:val="multilevel"/>
    <w:tmpl w:val="6B5AC7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76265F33"/>
    <w:multiLevelType w:val="hybridMultilevel"/>
    <w:tmpl w:val="D4AA2F9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2"/>
  </w:num>
  <w:num w:numId="4">
    <w:abstractNumId w:val="5"/>
  </w:num>
  <w:num w:numId="5">
    <w:abstractNumId w:val="11"/>
  </w:num>
  <w:num w:numId="6">
    <w:abstractNumId w:val="3"/>
  </w:num>
  <w:num w:numId="7">
    <w:abstractNumId w:val="7"/>
  </w:num>
  <w:num w:numId="8">
    <w:abstractNumId w:val="1"/>
  </w:num>
  <w:num w:numId="9">
    <w:abstractNumId w:val="8"/>
  </w:num>
  <w:num w:numId="10">
    <w:abstractNumId w:val="4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27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022"/>
    <w:rsid w:val="00005533"/>
    <w:rsid w:val="00011301"/>
    <w:rsid w:val="00022EF8"/>
    <w:rsid w:val="0002619A"/>
    <w:rsid w:val="00027854"/>
    <w:rsid w:val="000324C2"/>
    <w:rsid w:val="00036833"/>
    <w:rsid w:val="00040166"/>
    <w:rsid w:val="000413AA"/>
    <w:rsid w:val="00042D96"/>
    <w:rsid w:val="000465AF"/>
    <w:rsid w:val="00053368"/>
    <w:rsid w:val="00054358"/>
    <w:rsid w:val="00076669"/>
    <w:rsid w:val="00083C10"/>
    <w:rsid w:val="00084DA8"/>
    <w:rsid w:val="000B0958"/>
    <w:rsid w:val="000C285E"/>
    <w:rsid w:val="001141C1"/>
    <w:rsid w:val="0011668E"/>
    <w:rsid w:val="00116855"/>
    <w:rsid w:val="00124128"/>
    <w:rsid w:val="0013220B"/>
    <w:rsid w:val="00146D8E"/>
    <w:rsid w:val="001533AB"/>
    <w:rsid w:val="0016307C"/>
    <w:rsid w:val="00166A91"/>
    <w:rsid w:val="0017057F"/>
    <w:rsid w:val="001727BF"/>
    <w:rsid w:val="00182F81"/>
    <w:rsid w:val="0018352B"/>
    <w:rsid w:val="00192700"/>
    <w:rsid w:val="001B10D4"/>
    <w:rsid w:val="001B6B41"/>
    <w:rsid w:val="001C3E18"/>
    <w:rsid w:val="001C759B"/>
    <w:rsid w:val="001C7DF9"/>
    <w:rsid w:val="001E198C"/>
    <w:rsid w:val="001E3A2E"/>
    <w:rsid w:val="0020181A"/>
    <w:rsid w:val="00215E04"/>
    <w:rsid w:val="0022567F"/>
    <w:rsid w:val="00226E93"/>
    <w:rsid w:val="00227A56"/>
    <w:rsid w:val="0023471F"/>
    <w:rsid w:val="002550EA"/>
    <w:rsid w:val="002568C4"/>
    <w:rsid w:val="00263870"/>
    <w:rsid w:val="00263CC4"/>
    <w:rsid w:val="00271559"/>
    <w:rsid w:val="00282A8F"/>
    <w:rsid w:val="0028649A"/>
    <w:rsid w:val="0029008F"/>
    <w:rsid w:val="002A35A2"/>
    <w:rsid w:val="002A5BBD"/>
    <w:rsid w:val="002B010F"/>
    <w:rsid w:val="002C2E4E"/>
    <w:rsid w:val="002D4032"/>
    <w:rsid w:val="002D7523"/>
    <w:rsid w:val="002E0497"/>
    <w:rsid w:val="002F470E"/>
    <w:rsid w:val="00316EAF"/>
    <w:rsid w:val="00322E84"/>
    <w:rsid w:val="00324879"/>
    <w:rsid w:val="00327BD4"/>
    <w:rsid w:val="003314B8"/>
    <w:rsid w:val="00345BF8"/>
    <w:rsid w:val="00351DB4"/>
    <w:rsid w:val="00353561"/>
    <w:rsid w:val="0037316F"/>
    <w:rsid w:val="003813AA"/>
    <w:rsid w:val="003932E3"/>
    <w:rsid w:val="00396152"/>
    <w:rsid w:val="003A7A48"/>
    <w:rsid w:val="003D0035"/>
    <w:rsid w:val="003D536D"/>
    <w:rsid w:val="003D62EB"/>
    <w:rsid w:val="003F2B56"/>
    <w:rsid w:val="003F327A"/>
    <w:rsid w:val="00407424"/>
    <w:rsid w:val="00410AB0"/>
    <w:rsid w:val="004120A9"/>
    <w:rsid w:val="00412D82"/>
    <w:rsid w:val="004179F6"/>
    <w:rsid w:val="0042428A"/>
    <w:rsid w:val="0042726E"/>
    <w:rsid w:val="00432BC8"/>
    <w:rsid w:val="00434D7C"/>
    <w:rsid w:val="004470FC"/>
    <w:rsid w:val="00452C3B"/>
    <w:rsid w:val="0045624E"/>
    <w:rsid w:val="0045727A"/>
    <w:rsid w:val="00464E95"/>
    <w:rsid w:val="004950CB"/>
    <w:rsid w:val="004A2648"/>
    <w:rsid w:val="004A3844"/>
    <w:rsid w:val="004A3E4D"/>
    <w:rsid w:val="004B3707"/>
    <w:rsid w:val="004C2A42"/>
    <w:rsid w:val="004C5CAF"/>
    <w:rsid w:val="004D4DAB"/>
    <w:rsid w:val="004F1AAA"/>
    <w:rsid w:val="00523CFC"/>
    <w:rsid w:val="00524C47"/>
    <w:rsid w:val="0053054F"/>
    <w:rsid w:val="0053723B"/>
    <w:rsid w:val="0054542B"/>
    <w:rsid w:val="00546D03"/>
    <w:rsid w:val="005605D9"/>
    <w:rsid w:val="00562256"/>
    <w:rsid w:val="00574501"/>
    <w:rsid w:val="005752DD"/>
    <w:rsid w:val="005810C2"/>
    <w:rsid w:val="00581BEC"/>
    <w:rsid w:val="0058523F"/>
    <w:rsid w:val="00595E47"/>
    <w:rsid w:val="005967B6"/>
    <w:rsid w:val="005A3393"/>
    <w:rsid w:val="005B0A79"/>
    <w:rsid w:val="005B464F"/>
    <w:rsid w:val="005B6E4E"/>
    <w:rsid w:val="005C13A4"/>
    <w:rsid w:val="005D5C9E"/>
    <w:rsid w:val="005D6593"/>
    <w:rsid w:val="005E76EF"/>
    <w:rsid w:val="00611B8E"/>
    <w:rsid w:val="006222DA"/>
    <w:rsid w:val="006460DF"/>
    <w:rsid w:val="006574A9"/>
    <w:rsid w:val="006628C1"/>
    <w:rsid w:val="00677E6B"/>
    <w:rsid w:val="00683E46"/>
    <w:rsid w:val="00685F38"/>
    <w:rsid w:val="006909E4"/>
    <w:rsid w:val="006C3336"/>
    <w:rsid w:val="006D2703"/>
    <w:rsid w:val="006D36DE"/>
    <w:rsid w:val="006D5DF7"/>
    <w:rsid w:val="006F299D"/>
    <w:rsid w:val="00707EB4"/>
    <w:rsid w:val="00712830"/>
    <w:rsid w:val="00716392"/>
    <w:rsid w:val="007439E0"/>
    <w:rsid w:val="007470E5"/>
    <w:rsid w:val="00760F1E"/>
    <w:rsid w:val="00762AD3"/>
    <w:rsid w:val="00764022"/>
    <w:rsid w:val="00767B16"/>
    <w:rsid w:val="00771BF7"/>
    <w:rsid w:val="007807F2"/>
    <w:rsid w:val="007A0CEE"/>
    <w:rsid w:val="007A6060"/>
    <w:rsid w:val="007A79FA"/>
    <w:rsid w:val="007B2DEF"/>
    <w:rsid w:val="007C2E16"/>
    <w:rsid w:val="007C3E35"/>
    <w:rsid w:val="007C5C25"/>
    <w:rsid w:val="007D468F"/>
    <w:rsid w:val="007E2800"/>
    <w:rsid w:val="007F29CB"/>
    <w:rsid w:val="007F4745"/>
    <w:rsid w:val="00802260"/>
    <w:rsid w:val="00805ED6"/>
    <w:rsid w:val="008200CE"/>
    <w:rsid w:val="00824AD2"/>
    <w:rsid w:val="00832748"/>
    <w:rsid w:val="00856572"/>
    <w:rsid w:val="0085723D"/>
    <w:rsid w:val="00870E34"/>
    <w:rsid w:val="00893FB6"/>
    <w:rsid w:val="008A1535"/>
    <w:rsid w:val="008B6ED3"/>
    <w:rsid w:val="00900F0A"/>
    <w:rsid w:val="009100AC"/>
    <w:rsid w:val="00914164"/>
    <w:rsid w:val="0092594D"/>
    <w:rsid w:val="009538CA"/>
    <w:rsid w:val="00957267"/>
    <w:rsid w:val="00957CDF"/>
    <w:rsid w:val="00964186"/>
    <w:rsid w:val="00966B12"/>
    <w:rsid w:val="00971D9D"/>
    <w:rsid w:val="0099504B"/>
    <w:rsid w:val="009A33AC"/>
    <w:rsid w:val="009A6C4D"/>
    <w:rsid w:val="009A7C6B"/>
    <w:rsid w:val="009B4DCC"/>
    <w:rsid w:val="009C2071"/>
    <w:rsid w:val="009D0492"/>
    <w:rsid w:val="009D0505"/>
    <w:rsid w:val="009E540D"/>
    <w:rsid w:val="009F2F8B"/>
    <w:rsid w:val="009F60E8"/>
    <w:rsid w:val="009F7F57"/>
    <w:rsid w:val="00A14236"/>
    <w:rsid w:val="00A1447D"/>
    <w:rsid w:val="00A159D0"/>
    <w:rsid w:val="00A2433E"/>
    <w:rsid w:val="00A31621"/>
    <w:rsid w:val="00A54F6D"/>
    <w:rsid w:val="00A60B02"/>
    <w:rsid w:val="00A6291A"/>
    <w:rsid w:val="00A634D2"/>
    <w:rsid w:val="00A66A01"/>
    <w:rsid w:val="00A67CBE"/>
    <w:rsid w:val="00A95199"/>
    <w:rsid w:val="00A95852"/>
    <w:rsid w:val="00AA5EB5"/>
    <w:rsid w:val="00AA65B1"/>
    <w:rsid w:val="00AA7B41"/>
    <w:rsid w:val="00AB25AD"/>
    <w:rsid w:val="00AC3A6C"/>
    <w:rsid w:val="00AD56CD"/>
    <w:rsid w:val="00AE04BA"/>
    <w:rsid w:val="00AE408A"/>
    <w:rsid w:val="00AE6EED"/>
    <w:rsid w:val="00AF0A04"/>
    <w:rsid w:val="00B16CC5"/>
    <w:rsid w:val="00B273B8"/>
    <w:rsid w:val="00B436BB"/>
    <w:rsid w:val="00B504D4"/>
    <w:rsid w:val="00B5250B"/>
    <w:rsid w:val="00B5331E"/>
    <w:rsid w:val="00B569C0"/>
    <w:rsid w:val="00B62607"/>
    <w:rsid w:val="00B75A5D"/>
    <w:rsid w:val="00B82E0B"/>
    <w:rsid w:val="00B95C93"/>
    <w:rsid w:val="00BC3B79"/>
    <w:rsid w:val="00BD1C77"/>
    <w:rsid w:val="00BE7B1B"/>
    <w:rsid w:val="00C0490C"/>
    <w:rsid w:val="00C0726F"/>
    <w:rsid w:val="00C077D4"/>
    <w:rsid w:val="00C113BA"/>
    <w:rsid w:val="00C15759"/>
    <w:rsid w:val="00C17B18"/>
    <w:rsid w:val="00C300C7"/>
    <w:rsid w:val="00C41662"/>
    <w:rsid w:val="00C757FA"/>
    <w:rsid w:val="00C82803"/>
    <w:rsid w:val="00C95BE6"/>
    <w:rsid w:val="00CA5FF6"/>
    <w:rsid w:val="00CB45EA"/>
    <w:rsid w:val="00CB6193"/>
    <w:rsid w:val="00CC390D"/>
    <w:rsid w:val="00CC7604"/>
    <w:rsid w:val="00CF770B"/>
    <w:rsid w:val="00D010F2"/>
    <w:rsid w:val="00D04CF4"/>
    <w:rsid w:val="00D15E9D"/>
    <w:rsid w:val="00D2568F"/>
    <w:rsid w:val="00D25CF9"/>
    <w:rsid w:val="00D27B62"/>
    <w:rsid w:val="00D35968"/>
    <w:rsid w:val="00D36759"/>
    <w:rsid w:val="00D42702"/>
    <w:rsid w:val="00D4564E"/>
    <w:rsid w:val="00D51E9E"/>
    <w:rsid w:val="00D746A4"/>
    <w:rsid w:val="00D85DBA"/>
    <w:rsid w:val="00D9542B"/>
    <w:rsid w:val="00D9560B"/>
    <w:rsid w:val="00DA1A36"/>
    <w:rsid w:val="00DA4D76"/>
    <w:rsid w:val="00DC28A6"/>
    <w:rsid w:val="00DD24B9"/>
    <w:rsid w:val="00DD6848"/>
    <w:rsid w:val="00DD6BAE"/>
    <w:rsid w:val="00DF0032"/>
    <w:rsid w:val="00E049E7"/>
    <w:rsid w:val="00E16C0A"/>
    <w:rsid w:val="00E2430F"/>
    <w:rsid w:val="00E32785"/>
    <w:rsid w:val="00E32C40"/>
    <w:rsid w:val="00E44DB7"/>
    <w:rsid w:val="00E4511A"/>
    <w:rsid w:val="00E4722D"/>
    <w:rsid w:val="00E47C67"/>
    <w:rsid w:val="00E73155"/>
    <w:rsid w:val="00E75F95"/>
    <w:rsid w:val="00E761AD"/>
    <w:rsid w:val="00EE3FC6"/>
    <w:rsid w:val="00EE60FC"/>
    <w:rsid w:val="00EF1B52"/>
    <w:rsid w:val="00EF1E70"/>
    <w:rsid w:val="00EF69F8"/>
    <w:rsid w:val="00F02464"/>
    <w:rsid w:val="00F207EC"/>
    <w:rsid w:val="00F26204"/>
    <w:rsid w:val="00F51400"/>
    <w:rsid w:val="00F51975"/>
    <w:rsid w:val="00F56DDE"/>
    <w:rsid w:val="00F57A4A"/>
    <w:rsid w:val="00F729D8"/>
    <w:rsid w:val="00F73A43"/>
    <w:rsid w:val="00F81464"/>
    <w:rsid w:val="00F834B6"/>
    <w:rsid w:val="00F9264D"/>
    <w:rsid w:val="00F95F37"/>
    <w:rsid w:val="00FB52A2"/>
    <w:rsid w:val="00FB62D2"/>
    <w:rsid w:val="00FC30A3"/>
    <w:rsid w:val="00FE0FA7"/>
    <w:rsid w:val="00FF04D9"/>
    <w:rsid w:val="00FF1B90"/>
    <w:rsid w:val="00FF2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."/>
  <w:listSeparator w:val=";"/>
  <w14:docId w14:val="53467C72"/>
  <w15:docId w15:val="{C8527D71-F383-40D8-9872-8F53C0D7A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0181A"/>
    <w:rPr>
      <w:rFonts w:ascii="Cambria" w:hAnsi="Cambria"/>
      <w:w w:val="95"/>
      <w:sz w:val="24"/>
      <w:szCs w:val="24"/>
      <w:lang w:eastAsia="en-US"/>
    </w:rPr>
  </w:style>
  <w:style w:type="paragraph" w:styleId="Naslov1">
    <w:name w:val="heading 1"/>
    <w:basedOn w:val="Navaden"/>
    <w:next w:val="Navaden"/>
    <w:link w:val="Naslov1Znak"/>
    <w:uiPriority w:val="99"/>
    <w:qFormat/>
    <w:rsid w:val="00BE7B1B"/>
    <w:pPr>
      <w:keepNext/>
      <w:numPr>
        <w:numId w:val="3"/>
      </w:numPr>
      <w:spacing w:before="24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Naslov2">
    <w:name w:val="heading 2"/>
    <w:basedOn w:val="Navaden"/>
    <w:next w:val="Navaden"/>
    <w:link w:val="Naslov2Znak"/>
    <w:uiPriority w:val="99"/>
    <w:qFormat/>
    <w:rsid w:val="00BE7B1B"/>
    <w:pPr>
      <w:keepNext/>
      <w:numPr>
        <w:ilvl w:val="1"/>
        <w:numId w:val="3"/>
      </w:numPr>
      <w:spacing w:before="120" w:after="120"/>
      <w:outlineLvl w:val="1"/>
    </w:pPr>
    <w:rPr>
      <w:rFonts w:cs="Arial"/>
      <w:b/>
      <w:bCs/>
      <w:iCs/>
      <w:szCs w:val="28"/>
    </w:rPr>
  </w:style>
  <w:style w:type="paragraph" w:styleId="Naslov3">
    <w:name w:val="heading 3"/>
    <w:basedOn w:val="Navaden"/>
    <w:next w:val="Navaden"/>
    <w:link w:val="Naslov3Znak"/>
    <w:uiPriority w:val="99"/>
    <w:qFormat/>
    <w:rsid w:val="00BE7B1B"/>
    <w:pPr>
      <w:keepNext/>
      <w:numPr>
        <w:ilvl w:val="2"/>
        <w:numId w:val="3"/>
      </w:numPr>
      <w:spacing w:before="120" w:after="120"/>
      <w:outlineLvl w:val="2"/>
    </w:pPr>
    <w:rPr>
      <w:rFonts w:cs="Arial"/>
      <w:bCs/>
      <w:szCs w:val="26"/>
    </w:rPr>
  </w:style>
  <w:style w:type="paragraph" w:styleId="Naslov4">
    <w:name w:val="heading 4"/>
    <w:basedOn w:val="Navaden"/>
    <w:next w:val="Navaden"/>
    <w:link w:val="Naslov4Znak"/>
    <w:semiHidden/>
    <w:unhideWhenUsed/>
    <w:qFormat/>
    <w:locked/>
    <w:rsid w:val="001B6B4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locked/>
    <w:rsid w:val="00914164"/>
    <w:rPr>
      <w:rFonts w:ascii="Cambria" w:hAnsi="Cambria" w:cs="Times New Roman"/>
      <w:b/>
      <w:bCs/>
      <w:w w:val="95"/>
      <w:kern w:val="32"/>
      <w:sz w:val="32"/>
      <w:szCs w:val="32"/>
      <w:lang w:eastAsia="en-US"/>
    </w:rPr>
  </w:style>
  <w:style w:type="character" w:customStyle="1" w:styleId="Naslov2Znak">
    <w:name w:val="Naslov 2 Znak"/>
    <w:basedOn w:val="Privzetapisavaodstavka"/>
    <w:link w:val="Naslov2"/>
    <w:uiPriority w:val="99"/>
    <w:semiHidden/>
    <w:locked/>
    <w:rsid w:val="00914164"/>
    <w:rPr>
      <w:rFonts w:ascii="Cambria" w:hAnsi="Cambria" w:cs="Times New Roman"/>
      <w:b/>
      <w:bCs/>
      <w:i/>
      <w:iCs/>
      <w:w w:val="95"/>
      <w:sz w:val="28"/>
      <w:szCs w:val="28"/>
      <w:lang w:eastAsia="en-US"/>
    </w:rPr>
  </w:style>
  <w:style w:type="character" w:customStyle="1" w:styleId="Naslov3Znak">
    <w:name w:val="Naslov 3 Znak"/>
    <w:basedOn w:val="Privzetapisavaodstavka"/>
    <w:link w:val="Naslov3"/>
    <w:uiPriority w:val="99"/>
    <w:semiHidden/>
    <w:locked/>
    <w:rsid w:val="00914164"/>
    <w:rPr>
      <w:rFonts w:ascii="Cambria" w:hAnsi="Cambria" w:cs="Times New Roman"/>
      <w:b/>
      <w:bCs/>
      <w:w w:val="95"/>
      <w:sz w:val="26"/>
      <w:szCs w:val="26"/>
      <w:lang w:eastAsia="en-US"/>
    </w:rPr>
  </w:style>
  <w:style w:type="paragraph" w:styleId="Glava">
    <w:name w:val="header"/>
    <w:basedOn w:val="Navaden"/>
    <w:link w:val="GlavaZnak"/>
    <w:uiPriority w:val="99"/>
    <w:rsid w:val="005A3393"/>
    <w:pPr>
      <w:tabs>
        <w:tab w:val="center" w:pos="4703"/>
        <w:tab w:val="right" w:pos="9406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locked/>
    <w:rsid w:val="00914164"/>
    <w:rPr>
      <w:rFonts w:ascii="Cambria" w:hAnsi="Cambria" w:cs="Times New Roman"/>
      <w:w w:val="95"/>
      <w:sz w:val="24"/>
      <w:szCs w:val="24"/>
      <w:lang w:eastAsia="en-US"/>
    </w:rPr>
  </w:style>
  <w:style w:type="paragraph" w:styleId="Noga">
    <w:name w:val="footer"/>
    <w:basedOn w:val="Navaden"/>
    <w:link w:val="NogaZnak"/>
    <w:uiPriority w:val="99"/>
    <w:rsid w:val="005A3393"/>
    <w:pPr>
      <w:tabs>
        <w:tab w:val="center" w:pos="4703"/>
        <w:tab w:val="right" w:pos="9406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locked/>
    <w:rsid w:val="00914164"/>
    <w:rPr>
      <w:rFonts w:ascii="Cambria" w:hAnsi="Cambria" w:cs="Times New Roman"/>
      <w:w w:val="95"/>
      <w:sz w:val="24"/>
      <w:szCs w:val="24"/>
      <w:lang w:eastAsia="en-US"/>
    </w:rPr>
  </w:style>
  <w:style w:type="table" w:styleId="Tabelamrea">
    <w:name w:val="Table Grid"/>
    <w:basedOn w:val="Navadnatabela"/>
    <w:uiPriority w:val="99"/>
    <w:rsid w:val="005A339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vilkastrani">
    <w:name w:val="page number"/>
    <w:basedOn w:val="Privzetapisavaodstavka"/>
    <w:uiPriority w:val="99"/>
    <w:rsid w:val="009D0492"/>
    <w:rPr>
      <w:rFonts w:cs="Times New Roman"/>
    </w:rPr>
  </w:style>
  <w:style w:type="paragraph" w:styleId="Besedilooblaka">
    <w:name w:val="Balloon Text"/>
    <w:basedOn w:val="Navaden"/>
    <w:link w:val="BesedilooblakaZnak"/>
    <w:uiPriority w:val="99"/>
    <w:rsid w:val="004A2648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locked/>
    <w:rsid w:val="004A2648"/>
    <w:rPr>
      <w:rFonts w:ascii="Tahoma" w:hAnsi="Tahoma" w:cs="Tahoma"/>
      <w:w w:val="95"/>
      <w:sz w:val="16"/>
      <w:szCs w:val="16"/>
      <w:lang w:eastAsia="en-US"/>
    </w:rPr>
  </w:style>
  <w:style w:type="paragraph" w:styleId="Odstavekseznama">
    <w:name w:val="List Paragraph"/>
    <w:basedOn w:val="Navaden"/>
    <w:uiPriority w:val="99"/>
    <w:qFormat/>
    <w:rsid w:val="00022EF8"/>
    <w:pPr>
      <w:ind w:left="720"/>
      <w:contextualSpacing/>
    </w:pPr>
  </w:style>
  <w:style w:type="character" w:customStyle="1" w:styleId="Naslov4Znak">
    <w:name w:val="Naslov 4 Znak"/>
    <w:basedOn w:val="Privzetapisavaodstavka"/>
    <w:link w:val="Naslov4"/>
    <w:semiHidden/>
    <w:rsid w:val="001B6B41"/>
    <w:rPr>
      <w:rFonts w:asciiTheme="majorHAnsi" w:eastAsiaTheme="majorEastAsia" w:hAnsiTheme="majorHAnsi" w:cstheme="majorBidi"/>
      <w:b/>
      <w:bCs/>
      <w:i/>
      <w:iCs/>
      <w:color w:val="4F81BD" w:themeColor="accent1"/>
      <w:w w:val="95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7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sic\AppData\Roaming\Microsoft\Predloge\nacrt_naslovnic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nacrt_naslovnica.dotx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Investitor:</vt:lpstr>
      <vt:lpstr>Investitor:</vt:lpstr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Investitor:</dc:title>
  <dc:creator>Uros Marsic</dc:creator>
  <cp:lastModifiedBy>JERMAN</cp:lastModifiedBy>
  <cp:revision>2</cp:revision>
  <cp:lastPrinted>2020-07-02T12:35:00Z</cp:lastPrinted>
  <dcterms:created xsi:type="dcterms:W3CDTF">2020-10-02T11:12:00Z</dcterms:created>
  <dcterms:modified xsi:type="dcterms:W3CDTF">2020-10-02T11:12:00Z</dcterms:modified>
</cp:coreProperties>
</file>